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66D77094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06264621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24.11.2022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42C88" w:rsidRPr="00A42C88" w14:paraId="5CF153F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A42C88" w:rsidRPr="00A42C88" w:rsidRDefault="00A42C88" w:rsidP="00A42C8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A42C88" w:rsidRPr="00A42C88" w:rsidRDefault="00A42C88" w:rsidP="00A42C8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B34595E" w14:textId="464B721E" w:rsidR="00A42C88" w:rsidRPr="00A42C88" w:rsidRDefault="00B61814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215 585,9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225561F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182 297,8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409CDDAF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181 423,6</w:t>
            </w:r>
          </w:p>
        </w:tc>
      </w:tr>
      <w:tr w:rsidR="00A42C88" w:rsidRPr="00A42C88" w14:paraId="01645D26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5C572C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2D0568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D94D2B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A42C88" w:rsidRPr="00A42C88" w14:paraId="291C4658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6CE02E35" w14:textId="6021FBE8" w:rsidR="00A42C88" w:rsidRPr="00A42C88" w:rsidRDefault="00B61814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89 612,7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F59ABC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56 422,8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E20BDC0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53 103,8</w:t>
            </w:r>
          </w:p>
        </w:tc>
      </w:tr>
      <w:tr w:rsidR="00A42C88" w:rsidRPr="00A42C88" w14:paraId="48954A5C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1F4387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58 619,0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12715E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60 962,5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380359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63 402,2</w:t>
            </w:r>
          </w:p>
        </w:tc>
      </w:tr>
      <w:tr w:rsidR="00A42C88" w:rsidRPr="00A42C88" w14:paraId="60A922B7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702782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49 783,2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4C7F797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06720EA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</w:tr>
      <w:tr w:rsidR="00A42C88" w:rsidRPr="00A42C88" w14:paraId="37F9961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91673C6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D64388B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8D9D62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</w:tr>
      <w:tr w:rsidR="00A42C88" w:rsidRPr="00A42C88" w14:paraId="57B4371B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A42C88" w:rsidRPr="00A42C88" w:rsidRDefault="00A42C88" w:rsidP="00A42C8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42A322B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1 295,1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0777CD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1 319,5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A194D39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1 324,6</w:t>
            </w:r>
          </w:p>
        </w:tc>
      </w:tr>
      <w:tr w:rsidR="00A42C88" w:rsidRPr="00A42C88" w14:paraId="4D98DBA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043FB752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686DB4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0454C9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A42C88" w:rsidRPr="00A42C88" w14:paraId="65903FFE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174A624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1BA9F0E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618C7C7A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A42C88" w:rsidRPr="00A42C88" w14:paraId="51035EE1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ECBBAA8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2 353,7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68C4B6FD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5DAD00C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351,0</w:t>
            </w:r>
          </w:p>
        </w:tc>
      </w:tr>
      <w:tr w:rsidR="00A42C88" w:rsidRPr="00A42C88" w14:paraId="66229852" w14:textId="77777777" w:rsidTr="00A42C8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A42C88" w:rsidRPr="00A42C88" w:rsidRDefault="00A42C88" w:rsidP="00A42C8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A42C88" w:rsidRPr="00A42C88" w:rsidRDefault="00A42C88" w:rsidP="00A42C8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14:paraId="7969273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4 037,1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14:paraId="52122705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  <w:tc>
          <w:tcPr>
            <w:tcW w:w="1227" w:type="dxa"/>
            <w:shd w:val="clear" w:color="auto" w:fill="auto"/>
            <w:vAlign w:val="bottom"/>
            <w:hideMark/>
          </w:tcPr>
          <w:p w14:paraId="1D6FD3F1" w14:textId="77777777" w:rsidR="00A42C88" w:rsidRPr="00A42C88" w:rsidRDefault="00A42C88" w:rsidP="00A42C8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2 074,4</w:t>
            </w:r>
          </w:p>
        </w:tc>
      </w:tr>
    </w:tbl>
    <w:p w14:paraId="72F0C87E" w14:textId="06F244A8" w:rsidR="00CE3B38" w:rsidRDefault="00CE3B38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7655DC" w14:textId="77777777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781E1E79" w:rsidR="004506EE" w:rsidRPr="004506EE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8457" w14:textId="77777777" w:rsidR="001C4DF6" w:rsidRDefault="001C4DF6" w:rsidP="00E12559">
      <w:r>
        <w:separator/>
      </w:r>
    </w:p>
  </w:endnote>
  <w:endnote w:type="continuationSeparator" w:id="0">
    <w:p w14:paraId="58F6083C" w14:textId="77777777" w:rsidR="001C4DF6" w:rsidRDefault="001C4DF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E71F3" w14:textId="77777777" w:rsidR="001C4DF6" w:rsidRDefault="001C4DF6" w:rsidP="00E12559">
      <w:r>
        <w:separator/>
      </w:r>
    </w:p>
  </w:footnote>
  <w:footnote w:type="continuationSeparator" w:id="0">
    <w:p w14:paraId="33514E96" w14:textId="77777777" w:rsidR="001C4DF6" w:rsidRDefault="001C4DF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4B363F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C4DF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63F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026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17EDC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5A90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1814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5D0C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BDD912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64DB4-3399-47B8-8479-779163DCF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568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123</cp:revision>
  <cp:lastPrinted>2023-04-26T13:44:00Z</cp:lastPrinted>
  <dcterms:created xsi:type="dcterms:W3CDTF">2017-09-18T13:02:00Z</dcterms:created>
  <dcterms:modified xsi:type="dcterms:W3CDTF">2023-05-11T07:14:00Z</dcterms:modified>
</cp:coreProperties>
</file>